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BA491B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277CC9" w:rsidRPr="004712E3">
        <w:rPr>
          <w:rFonts w:ascii="Verdana" w:hAnsi="Verdana"/>
          <w:b/>
        </w:rPr>
        <w:t>„Oprava trati v úseku Kostomlaty n/L – Nymburk“</w:t>
      </w:r>
      <w:r>
        <w:rPr>
          <w:rFonts w:eastAsia="Times New Roman" w:cs="Times New Roman"/>
          <w:lang w:eastAsia="cs-CZ"/>
        </w:rPr>
        <w:t xml:space="preserve">, </w:t>
      </w:r>
      <w:r w:rsidRPr="00277CC9">
        <w:rPr>
          <w:rFonts w:eastAsia="Times New Roman" w:cs="Times New Roman"/>
          <w:lang w:eastAsia="cs-CZ"/>
        </w:rPr>
        <w:t>č.</w:t>
      </w:r>
      <w:r w:rsidR="00277CC9" w:rsidRPr="00277CC9">
        <w:rPr>
          <w:rFonts w:eastAsia="Times New Roman" w:cs="Times New Roman"/>
          <w:lang w:eastAsia="cs-CZ"/>
        </w:rPr>
        <w:t xml:space="preserve"> </w:t>
      </w:r>
      <w:r w:rsidRPr="00277CC9">
        <w:rPr>
          <w:rFonts w:eastAsia="Times New Roman" w:cs="Times New Roman"/>
          <w:lang w:eastAsia="cs-CZ"/>
        </w:rPr>
        <w:t>j.</w:t>
      </w:r>
      <w:r w:rsidR="00277CC9">
        <w:rPr>
          <w:rFonts w:eastAsia="Times New Roman" w:cs="Times New Roman"/>
          <w:lang w:eastAsia="cs-CZ"/>
        </w:rPr>
        <w:t xml:space="preserve"> </w:t>
      </w:r>
      <w:r w:rsidR="00277CC9" w:rsidRPr="00277CC9">
        <w:rPr>
          <w:rFonts w:eastAsia="Times New Roman" w:cs="Times New Roman"/>
          <w:lang w:eastAsia="cs-CZ"/>
        </w:rPr>
        <w:t>23115/2024-SŽ-OŘ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7AC147A0" w:rsidR="00AC2CF0" w:rsidRPr="007308BA" w:rsidRDefault="008F2A8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8F2A8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8F2A8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A61EC8F" w:rsidR="009F392E" w:rsidRPr="002E2613" w:rsidRDefault="008145D7" w:rsidP="002E2613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2E2613" w:rsidSect="00FD4D7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9599D" w14:textId="77777777" w:rsidR="00FD4D7A" w:rsidRDefault="00FD4D7A" w:rsidP="00962258">
      <w:pPr>
        <w:spacing w:after="0" w:line="240" w:lineRule="auto"/>
      </w:pPr>
      <w:r>
        <w:separator/>
      </w:r>
    </w:p>
  </w:endnote>
  <w:endnote w:type="continuationSeparator" w:id="0">
    <w:p w14:paraId="23736C96" w14:textId="77777777" w:rsidR="00FD4D7A" w:rsidRDefault="00FD4D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88"/>
      <w:gridCol w:w="3063"/>
    </w:tblGrid>
    <w:tr w:rsidR="00F1715C" w14:paraId="59466B9B" w14:textId="77777777" w:rsidTr="002E261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466A603" w:rsidR="00F1715C" w:rsidRPr="00B8518B" w:rsidRDefault="00F1715C" w:rsidP="002E2613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7C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7C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2E2613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2E2613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488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2E2613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2E2613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2E2613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3063" w:type="dxa"/>
        </w:tcPr>
        <w:p w14:paraId="01AB7D16" w14:textId="77777777" w:rsidR="00F1715C" w:rsidRDefault="002E2613" w:rsidP="002E2613">
          <w:pPr>
            <w:pStyle w:val="Zpat"/>
            <w:spacing w:before="0"/>
          </w:pPr>
          <w:r>
            <w:t>Oblastní ředitelství Praha</w:t>
          </w:r>
        </w:p>
        <w:p w14:paraId="643981E0" w14:textId="77777777" w:rsidR="002E2613" w:rsidRDefault="002E2613" w:rsidP="002E2613">
          <w:pPr>
            <w:pStyle w:val="Zpat"/>
            <w:spacing w:before="0"/>
          </w:pPr>
          <w:r>
            <w:t>Partyzánská 24</w:t>
          </w:r>
        </w:p>
        <w:p w14:paraId="59466B9A" w14:textId="30940AD4" w:rsidR="002E2613" w:rsidRDefault="002E2613" w:rsidP="002E2613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2C15F" w14:textId="77777777" w:rsidR="00FD4D7A" w:rsidRDefault="00FD4D7A" w:rsidP="00962258">
      <w:pPr>
        <w:spacing w:after="0" w:line="240" w:lineRule="auto"/>
      </w:pPr>
      <w:r>
        <w:separator/>
      </w:r>
    </w:p>
  </w:footnote>
  <w:footnote w:type="continuationSeparator" w:id="0">
    <w:p w14:paraId="0A012F71" w14:textId="77777777" w:rsidR="00FD4D7A" w:rsidRDefault="00FD4D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77CC9"/>
    <w:rsid w:val="00280E07"/>
    <w:rsid w:val="002811DF"/>
    <w:rsid w:val="002C31BF"/>
    <w:rsid w:val="002D08B1"/>
    <w:rsid w:val="002E0CD7"/>
    <w:rsid w:val="002E2613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8F2A82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4D7A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755E0C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0792AB-FA15-4D6B-BF25-8EC8AE000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1</Pages>
  <Words>473</Words>
  <Characters>2792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Uhlík Dominik, Bc.</cp:lastModifiedBy>
  <cp:revision>9</cp:revision>
  <cp:lastPrinted>2017-11-28T17:18:00Z</cp:lastPrinted>
  <dcterms:created xsi:type="dcterms:W3CDTF">2023-11-16T10:29:00Z</dcterms:created>
  <dcterms:modified xsi:type="dcterms:W3CDTF">2024-06-18T07:51:00Z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